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C0" w:rsidRDefault="00A176C0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Раскрытие информации ТСЖ №15, согласно утвержденного стандарта раскрытия информации организациями, осуществляющими деятельность в сфере управления многоквартирными домами </w:t>
      </w:r>
    </w:p>
    <w:p w:rsidR="00A176C0" w:rsidRDefault="00A176C0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(постановления от 23 сентября 2010 года № 731)</w:t>
      </w:r>
    </w:p>
    <w:p w:rsidR="00A176C0" w:rsidRDefault="00A176C0" w:rsidP="003A44B4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Товарищество собственников жилья №15</w:t>
      </w:r>
    </w:p>
    <w:p w:rsidR="00A176C0" w:rsidRDefault="00A176C0" w:rsidP="003A44B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период: с 01.01.2016г. по 31.12.2016г.</w:t>
      </w:r>
    </w:p>
    <w:p w:rsidR="00A176C0" w:rsidRDefault="00A176C0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 w:cs="Times New Roman"/>
          <w:sz w:val="28"/>
          <w:szCs w:val="28"/>
          <w:u w:val="single"/>
        </w:rPr>
      </w:pPr>
      <w:r w:rsidRPr="007C1947">
        <w:rPr>
          <w:rFonts w:ascii="Times New Roman" w:hAnsi="Times New Roman" w:cs="Times New Roman"/>
          <w:sz w:val="28"/>
          <w:szCs w:val="28"/>
          <w:u w:val="single"/>
        </w:rPr>
        <w:t xml:space="preserve">Местонахождение </w:t>
      </w:r>
      <w:r>
        <w:rPr>
          <w:rFonts w:ascii="Times New Roman" w:hAnsi="Times New Roman" w:cs="Times New Roman"/>
          <w:sz w:val="28"/>
          <w:szCs w:val="28"/>
        </w:rPr>
        <w:t>ТСЖ</w:t>
      </w:r>
      <w:r w:rsidRPr="007C194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176C0" w:rsidRPr="0026389B" w:rsidRDefault="00A176C0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6389B">
        <w:rPr>
          <w:rFonts w:ascii="Times New Roman" w:hAnsi="Times New Roman" w:cs="Times New Roman"/>
          <w:b/>
          <w:bCs/>
          <w:sz w:val="28"/>
          <w:szCs w:val="28"/>
          <w:u w:val="single"/>
        </w:rPr>
        <w:t>Оренбургская область, горо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д Бузулук,  ул. Шевченко, дом 81</w:t>
      </w:r>
      <w:r w:rsidRPr="0026389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A176C0" w:rsidRPr="0026389B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389B">
        <w:rPr>
          <w:rFonts w:ascii="Times New Roman" w:hAnsi="Times New Roman" w:cs="Times New Roman"/>
          <w:sz w:val="20"/>
          <w:szCs w:val="20"/>
        </w:rPr>
        <w:t>(местонахождение (адрес) постоянно действующего исполнительного органа, иного лица, имеющего право действовать от имени управляющей организации без доверенности/местожительство индивидуального предпринимателя)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40"/>
        <w:gridCol w:w="3023"/>
        <w:gridCol w:w="3277"/>
      </w:tblGrid>
      <w:tr w:rsidR="00A176C0" w:rsidRPr="007C1947">
        <w:trPr>
          <w:trHeight w:val="153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ind w:left="5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ТСЖ 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A176C0" w:rsidP="00341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ТСЖ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№15</w:t>
            </w: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A176C0" w:rsidRPr="0026389B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9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26389B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Д.А. Хрипченко</w:t>
            </w:r>
          </w:p>
          <w:p w:rsidR="00A176C0" w:rsidRPr="0026389B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9B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М.П.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"10" июня</w:t>
      </w:r>
      <w:r w:rsidRPr="007C194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1947">
        <w:rPr>
          <w:rFonts w:ascii="Times New Roman" w:hAnsi="Times New Roman" w:cs="Times New Roman"/>
          <w:sz w:val="28"/>
          <w:szCs w:val="28"/>
        </w:rPr>
        <w:t>г.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words"/>
        </w:rPr>
      </w:pPr>
      <w:r w:rsidRPr="007C1947">
        <w:rPr>
          <w:rFonts w:ascii="Times New Roman" w:hAnsi="Times New Roman" w:cs="Times New Roman"/>
          <w:sz w:val="28"/>
          <w:szCs w:val="28"/>
          <w:u w:val="words"/>
        </w:rPr>
        <w:t xml:space="preserve">Контактное </w:t>
      </w:r>
      <w:r>
        <w:rPr>
          <w:rFonts w:ascii="Times New Roman" w:hAnsi="Times New Roman" w:cs="Times New Roman"/>
          <w:sz w:val="28"/>
          <w:szCs w:val="28"/>
          <w:u w:val="words"/>
        </w:rPr>
        <w:t>лицо:  Председатель ТСЖ №15</w:t>
      </w:r>
      <w:r w:rsidRPr="007C1947">
        <w:rPr>
          <w:rFonts w:ascii="Times New Roman" w:hAnsi="Times New Roman" w:cs="Times New Roman"/>
          <w:sz w:val="28"/>
          <w:szCs w:val="28"/>
          <w:u w:val="word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words"/>
        </w:rPr>
        <w:t xml:space="preserve"> Д.А. Хрипченко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C1947">
        <w:rPr>
          <w:rFonts w:ascii="Times New Roman" w:hAnsi="Times New Roman" w:cs="Times New Roman"/>
          <w:sz w:val="28"/>
          <w:szCs w:val="28"/>
        </w:rPr>
        <w:t>(должность, инициалы, фамилия)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: 8-9228391945 , 5-30-77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tsg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lang w:val="en-US"/>
        </w:rPr>
        <w:t>bz</w:t>
      </w:r>
      <w:r w:rsidRPr="007C1947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7C1947">
        <w:rPr>
          <w:rFonts w:ascii="Times New Roman" w:hAnsi="Times New Roman" w:cs="Times New Roman"/>
          <w:sz w:val="28"/>
          <w:szCs w:val="28"/>
        </w:rPr>
        <w:t>.</w:t>
      </w:r>
      <w:r w:rsidRPr="007C194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Адрес страницы в сети Интернет, используемой для размещения информации (в случае наличия таковой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bookmarkStart w:id="0" w:name="sub_1100"/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I. Общие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сведения об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ТСЖ </w:t>
      </w:r>
    </w:p>
    <w:bookmarkEnd w:id="0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words"/>
        </w:rPr>
      </w:pPr>
      <w:bookmarkStart w:id="1" w:name="sub_1001"/>
      <w:r w:rsidRPr="007C1947">
        <w:rPr>
          <w:rFonts w:ascii="Times New Roman" w:hAnsi="Times New Roman" w:cs="Times New Roman"/>
          <w:sz w:val="28"/>
          <w:szCs w:val="28"/>
        </w:rPr>
        <w:t>1. Полное наименование управляющей организации с указанием организационно-правовой формы: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947">
        <w:rPr>
          <w:rFonts w:ascii="Times New Roman" w:hAnsi="Times New Roman" w:cs="Times New Roman"/>
          <w:sz w:val="28"/>
          <w:szCs w:val="28"/>
          <w:u w:val="words"/>
        </w:rPr>
        <w:t xml:space="preserve">Товарищество собственников жилья </w:t>
      </w:r>
      <w:bookmarkStart w:id="2" w:name="sub_1002"/>
      <w:bookmarkEnd w:id="1"/>
      <w:r>
        <w:rPr>
          <w:rFonts w:ascii="Times New Roman" w:hAnsi="Times New Roman" w:cs="Times New Roman"/>
          <w:sz w:val="28"/>
          <w:szCs w:val="28"/>
          <w:u w:val="words"/>
        </w:rPr>
        <w:t>№15</w:t>
      </w:r>
    </w:p>
    <w:p w:rsidR="00A176C0" w:rsidRPr="00183EA3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words"/>
        </w:rPr>
      </w:pPr>
    </w:p>
    <w:p w:rsidR="00A176C0" w:rsidRPr="00183EA3" w:rsidRDefault="00A176C0" w:rsidP="00183E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2. Сведения о лице, осуществляющем руководство управляющей организацией: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D8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>Председатель ТСЖ №1</w:t>
      </w:r>
      <w:r w:rsidRPr="00C874EB">
        <w:rPr>
          <w:rFonts w:ascii="Times New Roman" w:hAnsi="Times New Roman" w:cs="Times New Roman"/>
          <w:sz w:val="28"/>
          <w:szCs w:val="28"/>
          <w:u w:val="words"/>
        </w:rPr>
        <w:t>5</w:t>
      </w:r>
      <w:r>
        <w:rPr>
          <w:rFonts w:ascii="Times New Roman" w:hAnsi="Times New Roman" w:cs="Times New Roman"/>
          <w:sz w:val="28"/>
          <w:szCs w:val="28"/>
          <w:u w:val="words"/>
        </w:rPr>
        <w:t xml:space="preserve"> Хрипченко Д.А.</w:t>
      </w:r>
      <w:r w:rsidRPr="00C874EB">
        <w:rPr>
          <w:rFonts w:ascii="Times New Roman" w:hAnsi="Times New Roman" w:cs="Times New Roman"/>
          <w:sz w:val="28"/>
          <w:szCs w:val="28"/>
          <w:u w:val="words"/>
        </w:rPr>
        <w:t xml:space="preserve"> </w:t>
      </w:r>
      <w:r w:rsidRPr="00183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183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F66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Члены правления:   Корнева А.Ф., Ачкасова Р.И.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                             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>Члены ревизионной комиссии:  Черкасова Г.С., Варламова В.С., Косенко Е.М.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                                                                                                                                                      </w:t>
      </w:r>
    </w:p>
    <w:p w:rsidR="00A176C0" w:rsidRPr="00C874EB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Юридический адрес: </w:t>
      </w:r>
      <w:r w:rsidRPr="00C874EB">
        <w:rPr>
          <w:rFonts w:ascii="Times New Roman" w:hAnsi="Times New Roman" w:cs="Times New Roman"/>
          <w:sz w:val="28"/>
          <w:szCs w:val="28"/>
        </w:rPr>
        <w:t>461048, Оренбургская область, город Бузулук, улица Шевченко, дом 81</w:t>
      </w:r>
    </w:p>
    <w:p w:rsidR="00A176C0" w:rsidRDefault="00A176C0" w:rsidP="00003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CAA">
        <w:rPr>
          <w:rFonts w:ascii="Times New Roman" w:hAnsi="Times New Roman" w:cs="Times New Roman"/>
          <w:sz w:val="28"/>
          <w:szCs w:val="28"/>
          <w:u w:val="words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>: 461048, Оренбургская область, город Бузулук, улица Шевченко, дом 81, кв.9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538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13"/>
        <w:gridCol w:w="5855"/>
      </w:tblGrid>
      <w:tr w:rsidR="00A176C0" w:rsidRPr="00CE771A">
        <w:tc>
          <w:tcPr>
            <w:tcW w:w="9468" w:type="dxa"/>
            <w:gridSpan w:val="2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Режим работы управляющей организации</w:t>
            </w:r>
          </w:p>
        </w:tc>
      </w:tr>
      <w:tr w:rsidR="00A176C0" w:rsidRPr="00CE771A">
        <w:tc>
          <w:tcPr>
            <w:tcW w:w="9468" w:type="dxa"/>
            <w:gridSpan w:val="2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 xml:space="preserve">Часы работы </w:t>
            </w:r>
            <w:r w:rsidRPr="00CE771A">
              <w:rPr>
                <w:rFonts w:ascii="Times New Roman" w:hAnsi="Times New Roman" w:cs="Times New Roman"/>
              </w:rPr>
              <w:tab/>
            </w:r>
          </w:p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(в формате чч.мм – чч.мм,</w:t>
            </w:r>
          </w:p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если день недели не рабочий, то «–»)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  <w:tr w:rsidR="00A176C0" w:rsidRPr="00CE771A">
        <w:tc>
          <w:tcPr>
            <w:tcW w:w="9468" w:type="dxa"/>
            <w:gridSpan w:val="2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Часы приема граждан: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09.00-17.00 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Pr="002F624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 xml:space="preserve">3. Сведения о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ТСЖ </w:t>
      </w:r>
      <w:r w:rsidRPr="007C1947">
        <w:rPr>
          <w:rFonts w:ascii="Times New Roman" w:hAnsi="Times New Roman" w:cs="Times New Roman"/>
          <w:sz w:val="28"/>
          <w:szCs w:val="28"/>
        </w:rPr>
        <w:t>в качестве юридичес</w:t>
      </w:r>
      <w:r>
        <w:rPr>
          <w:rFonts w:ascii="Times New Roman" w:hAnsi="Times New Roman" w:cs="Times New Roman"/>
          <w:sz w:val="28"/>
          <w:szCs w:val="28"/>
        </w:rPr>
        <w:t>кого лица: ОГРН 1085658013650 от 04.05.2008</w:t>
      </w:r>
      <w:r w:rsidRPr="007C1947">
        <w:rPr>
          <w:rFonts w:ascii="Times New Roman" w:hAnsi="Times New Roman" w:cs="Times New Roman"/>
          <w:sz w:val="28"/>
          <w:szCs w:val="28"/>
        </w:rPr>
        <w:t>г</w:t>
      </w:r>
      <w:r w:rsidRPr="00DB4344">
        <w:rPr>
          <w:rFonts w:ascii="Times New Roman" w:hAnsi="Times New Roman" w:cs="Times New Roman"/>
        </w:rPr>
        <w:t xml:space="preserve"> </w:t>
      </w:r>
      <w:r w:rsidRPr="00DB4344">
        <w:rPr>
          <w:rFonts w:ascii="Times New Roman" w:hAnsi="Times New Roman" w:cs="Times New Roman"/>
          <w:sz w:val="28"/>
          <w:szCs w:val="28"/>
        </w:rPr>
        <w:t xml:space="preserve">Межрайонная инспекция </w:t>
      </w:r>
      <w:r>
        <w:rPr>
          <w:rFonts w:ascii="Times New Roman" w:hAnsi="Times New Roman" w:cs="Times New Roman"/>
          <w:sz w:val="28"/>
          <w:szCs w:val="28"/>
        </w:rPr>
        <w:t>Федеральной налоговой службы №10</w:t>
      </w:r>
      <w:r w:rsidRPr="00DB4344">
        <w:rPr>
          <w:rFonts w:ascii="Times New Roman" w:hAnsi="Times New Roman" w:cs="Times New Roman"/>
          <w:sz w:val="28"/>
          <w:szCs w:val="28"/>
        </w:rPr>
        <w:t xml:space="preserve"> по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ИНН 5603031664 КПП 560301001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bookmarkEnd w:id="3"/>
      <w:r w:rsidRPr="007C1947">
        <w:rPr>
          <w:rFonts w:ascii="Times New Roman" w:hAnsi="Times New Roman" w:cs="Times New Roman"/>
          <w:sz w:val="28"/>
          <w:szCs w:val="28"/>
        </w:rPr>
        <w:t xml:space="preserve">4. Сведения о заключенных договорах </w:t>
      </w:r>
      <w:r>
        <w:rPr>
          <w:rFonts w:ascii="Times New Roman" w:hAnsi="Times New Roman" w:cs="Times New Roman"/>
          <w:sz w:val="28"/>
          <w:szCs w:val="28"/>
        </w:rPr>
        <w:t>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C1947">
        <w:rPr>
          <w:rFonts w:ascii="Times New Roman" w:hAnsi="Times New Roman" w:cs="Times New Roman"/>
          <w:sz w:val="28"/>
          <w:szCs w:val="28"/>
        </w:rPr>
        <w:t>многоквартирными домами (об уставе ТСЖ, ЖК, ЖСК и т.д.):</w:t>
      </w:r>
    </w:p>
    <w:bookmarkEnd w:id="4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900"/>
        <w:gridCol w:w="42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Реквизиты договора (устава)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Срок действия договора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УСТАВ, утвержден протоколом №1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бессрочный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5. Сведения о домах, входящих в состав ТСЖ, с указанием адресов указанных домов и общей площади находящихся в них помещений: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5269"/>
        <w:gridCol w:w="4200"/>
      </w:tblGrid>
      <w:tr w:rsidR="00A176C0" w:rsidRPr="007C19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Общая площадь помещений в многоквартирном доме</w:t>
            </w:r>
          </w:p>
        </w:tc>
      </w:tr>
      <w:tr w:rsidR="00A176C0" w:rsidRPr="007C19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г..Бузулук, ул.Шевченко, д.81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bookmarkStart w:id="5" w:name="sub_1200"/>
    </w:p>
    <w:p w:rsidR="00A176C0" w:rsidRPr="007C1947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II. Сведения о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деятельности ТСЖ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№15</w:t>
      </w:r>
      <w:r w:rsidRPr="00B83BAC">
        <w:rPr>
          <w:rFonts w:ascii="Times New Roman" w:hAnsi="Times New Roman" w:cs="Times New Roman"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период</w:t>
      </w:r>
    </w:p>
    <w:bookmarkEnd w:id="5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r w:rsidRPr="007C1947">
        <w:rPr>
          <w:rFonts w:ascii="Times New Roman" w:hAnsi="Times New Roman" w:cs="Times New Roman"/>
          <w:sz w:val="28"/>
          <w:szCs w:val="28"/>
        </w:rPr>
        <w:t>6. Сведения об оказываемых услугах/выполняемых работах в отношении общего имущества в многоквартирных  домах:</w:t>
      </w:r>
    </w:p>
    <w:bookmarkEnd w:id="6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91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оказываемой услуги/выполняемой работы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ремонт общего имущества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Благоустройство придомовой территории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общего имущества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 и техническое содержание  общ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едомового элект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рооборудования в многоквартирном доме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в местах общего пользования</w:t>
            </w:r>
          </w:p>
        </w:tc>
      </w:tr>
    </w:tbl>
    <w:p w:rsidR="00A176C0" w:rsidRPr="007C1947" w:rsidRDefault="00A176C0" w:rsidP="0074661B">
      <w:pPr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ab/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7"/>
      <w:r w:rsidRPr="007C1947">
        <w:rPr>
          <w:rFonts w:ascii="Times New Roman" w:hAnsi="Times New Roman" w:cs="Times New Roman"/>
          <w:sz w:val="28"/>
          <w:szCs w:val="28"/>
        </w:rPr>
        <w:t>7. Сведения об оказании услуг по обеспечению поставки коммунальных ресурсов в многоквартирные дома с указанием ресурсоснабжающих организаций и реквизитов заключенных с ними договоров:</w:t>
      </w:r>
    </w:p>
    <w:bookmarkEnd w:id="7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493"/>
        <w:gridCol w:w="3544"/>
        <w:gridCol w:w="3559"/>
      </w:tblGrid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ресурсоснабжающей организации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и срок его действия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Оренбургский филиал ОАО «ЭнергосбыТ Плюс»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б/н от 20.12.2016г.</w:t>
            </w:r>
          </w:p>
        </w:tc>
      </w:tr>
      <w:tr w:rsidR="00A176C0" w:rsidRPr="007C1947">
        <w:trPr>
          <w:trHeight w:val="12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«Саночистка»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158/12 от 01.01.2012г. (пролонгирован на 2016 год)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Водоотведение,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1008 от 25.02.2010г. (пролонгирован на 2016 год)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Теплоснабжение,</w:t>
            </w: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«ЖКХ»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217 от 14.01.2013г. (пролонгирован на 2016 год)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Аварийное и техническое обслуживание внутридомовых газовых сетей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«Газпромгазораспределение Оренбург»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№ (03)05-103/000015-16 от 13.04.2016г.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787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Тарифы для потребителей, утвержденные для ресурсоснабжающих организаций.</w:t>
      </w:r>
    </w:p>
    <w:p w:rsidR="00A176C0" w:rsidRDefault="00A176C0" w:rsidP="001617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июля 2016г.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7"/>
        <w:gridCol w:w="2667"/>
        <w:gridCol w:w="1130"/>
        <w:gridCol w:w="2700"/>
        <w:gridCol w:w="1870"/>
      </w:tblGrid>
      <w:tr w:rsidR="00A176C0">
        <w:tc>
          <w:tcPr>
            <w:tcW w:w="194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коммунальной услуги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Номер, дата документа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и наименование органа,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принявшего решение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</w:tr>
      <w:tr w:rsidR="00A176C0">
        <w:tc>
          <w:tcPr>
            <w:tcW w:w="1947" w:type="dxa"/>
            <w:vMerge w:val="restart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МУП «ВКХ»</w:t>
            </w: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Бузулука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№146-п от 18.12.2014г.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20,80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----------    --------------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24,54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176C0">
        <w:tc>
          <w:tcPr>
            <w:tcW w:w="1947" w:type="dxa"/>
            <w:vMerge w:val="restart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МУП ЖКХ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холодную воду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1571,50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руб/Гкал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г.Бузулука № 147-п от 18.12.2014 г.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1854,37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руб/Гкал</w:t>
            </w: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1571,50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руб/Гкал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Приказ №104-т/э от 09.12.2014г. Департамента по ценам и регулированию тарифов Правительства Оренбургской области.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1854,37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руб/Гкал</w:t>
            </w:r>
          </w:p>
        </w:tc>
      </w:tr>
      <w:tr w:rsidR="00A176C0">
        <w:trPr>
          <w:trHeight w:val="650"/>
        </w:trPr>
        <w:tc>
          <w:tcPr>
            <w:tcW w:w="194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ООО «Саночистка»</w:t>
            </w: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г.Бузулука № 252-п от 29.11.2013 г.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A176C0" w:rsidRDefault="00A176C0" w:rsidP="0016175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Тарифы за коммунальные услуги, применяемые в ТСЖ №15 для расчета размера платежей для потребителей с 1 июля 2016 года:</w:t>
      </w: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110"/>
        <w:gridCol w:w="2410"/>
        <w:gridCol w:w="3260"/>
      </w:tblGrid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Тариф с НДС</w:t>
            </w:r>
          </w:p>
        </w:tc>
        <w:tc>
          <w:tcPr>
            <w:tcW w:w="326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           Примечание</w:t>
            </w: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1854,37 руб/Гкал</w:t>
            </w:r>
          </w:p>
        </w:tc>
        <w:tc>
          <w:tcPr>
            <w:tcW w:w="326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27,00 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водоснабжение: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холодную воду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27,00 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1854,37 руб/Гкал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24,54 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Вывоз твердых бытов.отходов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2,19 руб/м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5,45 руб/ 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Содержание и текущ.ремонт общего имущества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с квартиры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A176C0" w:rsidRPr="007C1947" w:rsidRDefault="00A176C0" w:rsidP="00421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8" w:name="sub_1008"/>
      <w:r w:rsidRPr="007C1947">
        <w:rPr>
          <w:rFonts w:ascii="Times New Roman" w:hAnsi="Times New Roman" w:cs="Times New Roman"/>
          <w:sz w:val="28"/>
          <w:szCs w:val="28"/>
        </w:rPr>
        <w:t>8. Сведени</w:t>
      </w:r>
      <w:r>
        <w:rPr>
          <w:rFonts w:ascii="Times New Roman" w:hAnsi="Times New Roman" w:cs="Times New Roman"/>
          <w:sz w:val="28"/>
          <w:szCs w:val="28"/>
        </w:rPr>
        <w:t xml:space="preserve">я о соблюдении условий договора </w:t>
      </w: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ТСЖ №15 (устава) в отноше- нии  находящегося  в управлении дома: </w:t>
      </w:r>
      <w:r w:rsidRPr="007C194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176C0" w:rsidRPr="007C1947" w:rsidRDefault="00A176C0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9"/>
      <w:bookmarkEnd w:id="8"/>
      <w:r w:rsidRPr="007C1947">
        <w:rPr>
          <w:rFonts w:ascii="Times New Roman" w:hAnsi="Times New Roman" w:cs="Times New Roman"/>
          <w:sz w:val="28"/>
          <w:szCs w:val="28"/>
        </w:rPr>
        <w:t xml:space="preserve">9. Сведения о расторгнутых 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собственниками жилья </w:t>
      </w:r>
      <w:r w:rsidRPr="007C1947">
        <w:rPr>
          <w:rFonts w:ascii="Times New Roman" w:hAnsi="Times New Roman" w:cs="Times New Roman"/>
          <w:sz w:val="28"/>
          <w:szCs w:val="28"/>
        </w:rPr>
        <w:t xml:space="preserve">за отчетный период договорах </w:t>
      </w:r>
      <w:r>
        <w:rPr>
          <w:rFonts w:ascii="Times New Roman" w:hAnsi="Times New Roman" w:cs="Times New Roman"/>
          <w:sz w:val="28"/>
          <w:szCs w:val="28"/>
        </w:rPr>
        <w:t>с 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с указанием причины расторжения:</w:t>
      </w:r>
    </w:p>
    <w:bookmarkEnd w:id="9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Реквизиты договора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расторжения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Основание расторжения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 w:rsidRPr="007C1947">
        <w:rPr>
          <w:rFonts w:ascii="Times New Roman" w:hAnsi="Times New Roman" w:cs="Times New Roman"/>
          <w:sz w:val="28"/>
          <w:szCs w:val="28"/>
        </w:rPr>
        <w:t>10. Сведения о предпринятых за отчетный период мерах, направленных на снижение стоимости выполняемых работ/оказываемых услуг с указанием сведений о достигнутом эффекте:</w:t>
      </w:r>
    </w:p>
    <w:bookmarkEnd w:id="10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900"/>
        <w:gridCol w:w="42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предпринятой меры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Достигнутый эффект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Контроль над выполняемыми работами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       экономия средств</w:t>
            </w: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1"/>
      <w:r w:rsidRPr="007C1947">
        <w:rPr>
          <w:rFonts w:ascii="Times New Roman" w:hAnsi="Times New Roman" w:cs="Times New Roman"/>
          <w:sz w:val="28"/>
          <w:szCs w:val="28"/>
        </w:rPr>
        <w:t>11. Сведения о выполненных работах/оказанных услугах по содержанию и ремонту общего имущества в многоквартирном доме:</w:t>
      </w:r>
    </w:p>
    <w:bookmarkEnd w:id="11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827"/>
        <w:gridCol w:w="5780"/>
      </w:tblGrid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работы/услуги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крыши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цоколя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7E1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2"/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12. Сведения о соответствии качества выполненных работ/оказанных услуг требованиям государственных стандартов (в случае наличия таковых): _______________________________________________________________________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3"/>
      <w:bookmarkEnd w:id="12"/>
      <w:r w:rsidRPr="007C1947">
        <w:rPr>
          <w:rFonts w:ascii="Times New Roman" w:hAnsi="Times New Roman" w:cs="Times New Roman"/>
          <w:sz w:val="28"/>
          <w:szCs w:val="28"/>
        </w:rPr>
        <w:t>13. Проведенные за отчетный период мероприя</w:t>
      </w:r>
      <w:r>
        <w:rPr>
          <w:rFonts w:ascii="Times New Roman" w:hAnsi="Times New Roman" w:cs="Times New Roman"/>
          <w:sz w:val="28"/>
          <w:szCs w:val="28"/>
        </w:rPr>
        <w:t>тия</w:t>
      </w:r>
      <w:r w:rsidRPr="007C1947">
        <w:rPr>
          <w:rFonts w:ascii="Times New Roman" w:hAnsi="Times New Roman" w:cs="Times New Roman"/>
          <w:sz w:val="28"/>
          <w:szCs w:val="28"/>
        </w:rPr>
        <w:t>, направленные на повышение энергетической эффективности многоквартирного дома:</w:t>
      </w:r>
    </w:p>
    <w:bookmarkEnd w:id="13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Достигнутый или прогнозируемый эффект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4"/>
      <w:r w:rsidRPr="007C1947">
        <w:rPr>
          <w:rFonts w:ascii="Times New Roman" w:hAnsi="Times New Roman" w:cs="Times New Roman"/>
          <w:sz w:val="28"/>
          <w:szCs w:val="28"/>
        </w:rPr>
        <w:t>14. Проведенны</w:t>
      </w:r>
      <w:r>
        <w:rPr>
          <w:rFonts w:ascii="Times New Roman" w:hAnsi="Times New Roman" w:cs="Times New Roman"/>
          <w:sz w:val="28"/>
          <w:szCs w:val="28"/>
        </w:rPr>
        <w:t>е за отчетный период мероприятий</w:t>
      </w:r>
      <w:r w:rsidRPr="007C1947">
        <w:rPr>
          <w:rFonts w:ascii="Times New Roman" w:hAnsi="Times New Roman" w:cs="Times New Roman"/>
          <w:sz w:val="28"/>
          <w:szCs w:val="28"/>
        </w:rPr>
        <w:t>, направленные на подготовку общего имущества собственников помещений к сезонной эксплуатации:</w:t>
      </w:r>
    </w:p>
    <w:bookmarkEnd w:id="14"/>
    <w:p w:rsidR="00A176C0" w:rsidRPr="007C1947" w:rsidRDefault="00A176C0" w:rsidP="00F06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231"/>
        <w:gridCol w:w="4869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7E1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цоколя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7E1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0F20FE" w:rsidRDefault="00A176C0" w:rsidP="00F06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0F20FE" w:rsidRDefault="00A176C0" w:rsidP="00DD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bookmarkStart w:id="15" w:name="sub_1015"/>
      <w:r w:rsidRPr="007C1947">
        <w:rPr>
          <w:rFonts w:ascii="Times New Roman" w:hAnsi="Times New Roman" w:cs="Times New Roman"/>
          <w:sz w:val="28"/>
          <w:szCs w:val="28"/>
        </w:rPr>
        <w:t xml:space="preserve">15. Сведения о проведенных </w:t>
      </w:r>
      <w:r>
        <w:rPr>
          <w:rFonts w:ascii="Times New Roman" w:hAnsi="Times New Roman" w:cs="Times New Roman"/>
          <w:sz w:val="28"/>
          <w:szCs w:val="28"/>
        </w:rPr>
        <w:t>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контрольных мероприятиях, осуществленных с целью проверки состояния общего имущества:</w:t>
      </w:r>
    </w:p>
    <w:bookmarkEnd w:id="15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Вид проведенного контрольного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Итоги проведения контрольного мероприятия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6"/>
      <w:r w:rsidRPr="007C1947">
        <w:rPr>
          <w:rFonts w:ascii="Times New Roman" w:hAnsi="Times New Roman" w:cs="Times New Roman"/>
          <w:sz w:val="28"/>
          <w:szCs w:val="28"/>
        </w:rPr>
        <w:t>16. Сведения о наличии в многоквартирном доме приборов учета потребляемых коммунальных ресурсов и мероприятиях, направленных на их установку:</w:t>
      </w:r>
    </w:p>
    <w:bookmarkEnd w:id="16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380"/>
        <w:gridCol w:w="2240"/>
        <w:gridCol w:w="2240"/>
        <w:gridCol w:w="224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Вид прибора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Количество приборов (с детализацией по видам)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Учитываемый ресурс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Планируемые мероприятия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Общедомовые  приборы учёта электроэнергии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0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B83BAC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Общедомовые  приборы учёта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водоснабжения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0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D16373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7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17. Сведения о ведении и хранении технической документации на многоквартирный дом:</w:t>
      </w:r>
    </w:p>
    <w:bookmarkEnd w:id="17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91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паспорт дома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паспорт дома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 план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земли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8"/>
      <w:r w:rsidRPr="007C1947">
        <w:rPr>
          <w:rFonts w:ascii="Times New Roman" w:hAnsi="Times New Roman" w:cs="Times New Roman"/>
          <w:sz w:val="28"/>
          <w:szCs w:val="28"/>
        </w:rPr>
        <w:t xml:space="preserve">18. Сведения о представлении отчетов о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ТСЖ №15 </w:t>
      </w:r>
      <w:r w:rsidRPr="007C1947">
        <w:rPr>
          <w:rFonts w:ascii="Times New Roman" w:hAnsi="Times New Roman" w:cs="Times New Roman"/>
          <w:sz w:val="28"/>
          <w:szCs w:val="28"/>
        </w:rPr>
        <w:t>собственникам помещений в многоквартирном доме: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8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380"/>
        <w:gridCol w:w="2240"/>
        <w:gridCol w:w="2240"/>
        <w:gridCol w:w="224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Вид отчета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составления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Способ предоставления собственникам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предоставления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B83BAC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80"/>
                <w:sz w:val="28"/>
                <w:szCs w:val="28"/>
              </w:rPr>
            </w:pPr>
            <w:r w:rsidRPr="00DD2701">
              <w:rPr>
                <w:rFonts w:ascii="Times New Roman" w:hAnsi="Times New Roman" w:cs="Times New Roman"/>
                <w:color w:val="000080"/>
                <w:sz w:val="28"/>
                <w:szCs w:val="28"/>
              </w:rPr>
              <w:t>Отчет</w:t>
            </w:r>
            <w:r w:rsidRPr="00B83BAC">
              <w:rPr>
                <w:rFonts w:ascii="Times New Roman" w:hAnsi="Times New Roman" w:cs="Times New Roman"/>
                <w:color w:val="000080"/>
                <w:sz w:val="28"/>
                <w:szCs w:val="28"/>
              </w:rPr>
              <w:br/>
              <w:t xml:space="preserve">о деятельности </w:t>
            </w:r>
            <w:r>
              <w:rPr>
                <w:rFonts w:ascii="Times New Roman" w:hAnsi="Times New Roman" w:cs="Times New Roman"/>
                <w:color w:val="000080"/>
                <w:sz w:val="28"/>
                <w:szCs w:val="28"/>
              </w:rPr>
              <w:t>ТСЖ №15</w:t>
            </w:r>
          </w:p>
          <w:p w:rsidR="00A176C0" w:rsidRPr="00B83BAC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Стенды информации, сайт ГЖИ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реформа ЖКХ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Ежеквартально.</w:t>
            </w:r>
          </w:p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A176C0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2017г.</w:t>
            </w: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bookmarkStart w:id="19" w:name="sub_1300"/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III. Сведения о финансово-хозяйственной деятельности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ТСЖ №15</w:t>
      </w:r>
    </w:p>
    <w:p w:rsidR="00A176C0" w:rsidRDefault="00A176C0" w:rsidP="00C7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20"/>
      <w:bookmarkEnd w:id="19"/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page" w:horzAnchor="margin" w:tblpY="2317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"/>
        <w:gridCol w:w="4942"/>
        <w:gridCol w:w="1428"/>
        <w:gridCol w:w="1426"/>
        <w:gridCol w:w="1248"/>
      </w:tblGrid>
      <w:tr w:rsidR="00A176C0" w:rsidRPr="00FA47D3">
        <w:trPr>
          <w:trHeight w:val="345"/>
        </w:trPr>
        <w:tc>
          <w:tcPr>
            <w:tcW w:w="496" w:type="dxa"/>
            <w:vMerge w:val="restart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месяц</w:t>
            </w:r>
          </w:p>
        </w:tc>
        <w:tc>
          <w:tcPr>
            <w:tcW w:w="1248" w:type="dxa"/>
            <w:vMerge w:val="restart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A176C0" w:rsidRPr="00FA47D3">
        <w:trPr>
          <w:trHeight w:val="90"/>
        </w:trPr>
        <w:tc>
          <w:tcPr>
            <w:tcW w:w="496" w:type="dxa"/>
            <w:vMerge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929"/>
        </w:trPr>
        <w:tc>
          <w:tcPr>
            <w:tcW w:w="0" w:type="auto"/>
            <w:vMerge/>
            <w:vAlign w:val="center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  <w:tc>
          <w:tcPr>
            <w:tcW w:w="1426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 на 1 м2 площади</w:t>
            </w: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19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Платежи собственников жилья на содержание жилья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26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288000,00</w:t>
            </w:r>
          </w:p>
        </w:tc>
      </w:tr>
      <w:tr w:rsidR="00A176C0" w:rsidRPr="00FA47D3">
        <w:trPr>
          <w:trHeight w:val="207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420"/>
        </w:trPr>
        <w:tc>
          <w:tcPr>
            <w:tcW w:w="5438" w:type="dxa"/>
            <w:gridSpan w:val="2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ИТОГО ДОХОДЫ: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9540" w:type="dxa"/>
            <w:gridSpan w:val="5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РАСХОДЫ</w:t>
            </w: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Налоги от ФОТ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расходы (проезд) 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Взносы на капремонт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65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Общеэксплуатационные расходы и текущий ремонт  помещений общего пользования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за ведение счета в банке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25,83</w:t>
            </w:r>
          </w:p>
        </w:tc>
        <w:tc>
          <w:tcPr>
            <w:tcW w:w="1426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18597,60</w:t>
            </w: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82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РАСХОДЫ: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76C0" w:rsidRPr="00FA47D3" w:rsidRDefault="00A176C0" w:rsidP="006F248C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317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"/>
        <w:gridCol w:w="4942"/>
        <w:gridCol w:w="1428"/>
        <w:gridCol w:w="1426"/>
        <w:gridCol w:w="1248"/>
      </w:tblGrid>
      <w:tr w:rsidR="00A176C0" w:rsidRPr="00FA47D3">
        <w:trPr>
          <w:trHeight w:val="345"/>
        </w:trPr>
        <w:tc>
          <w:tcPr>
            <w:tcW w:w="496" w:type="dxa"/>
            <w:vMerge w:val="restart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месяц</w:t>
            </w:r>
          </w:p>
        </w:tc>
        <w:tc>
          <w:tcPr>
            <w:tcW w:w="1248" w:type="dxa"/>
            <w:vMerge w:val="restart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A176C0" w:rsidRPr="00FA47D3">
        <w:trPr>
          <w:trHeight w:val="90"/>
        </w:trPr>
        <w:tc>
          <w:tcPr>
            <w:tcW w:w="496" w:type="dxa"/>
            <w:vMerge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929"/>
        </w:trPr>
        <w:tc>
          <w:tcPr>
            <w:tcW w:w="0" w:type="auto"/>
            <w:vMerge/>
            <w:vAlign w:val="center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  <w:tc>
          <w:tcPr>
            <w:tcW w:w="1426" w:type="dxa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 на 1 м2 площади</w:t>
            </w: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19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Платежи собственников жилья на содержание жилья</w:t>
            </w:r>
          </w:p>
        </w:tc>
        <w:tc>
          <w:tcPr>
            <w:tcW w:w="142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288000,00</w:t>
            </w:r>
          </w:p>
        </w:tc>
      </w:tr>
      <w:tr w:rsidR="00A176C0" w:rsidRPr="00FA47D3">
        <w:trPr>
          <w:trHeight w:val="207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F66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420"/>
        </w:trPr>
        <w:tc>
          <w:tcPr>
            <w:tcW w:w="5438" w:type="dxa"/>
            <w:gridSpan w:val="2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ИТОГО ДОХОДЫ: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9540" w:type="dxa"/>
            <w:gridSpan w:val="5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РАСХОДЫ</w:t>
            </w: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Налоги от ФОТ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расходы (проезд) 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Взносы на капремонт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65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Общеэксплуатационные расходы и текущий ремонт  помещений общего пользования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за ведение счета в банке</w:t>
            </w:r>
          </w:p>
        </w:tc>
        <w:tc>
          <w:tcPr>
            <w:tcW w:w="142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25,83</w:t>
            </w:r>
          </w:p>
        </w:tc>
        <w:tc>
          <w:tcPr>
            <w:tcW w:w="14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18597,60</w:t>
            </w: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142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82"/>
        </w:trPr>
        <w:tc>
          <w:tcPr>
            <w:tcW w:w="49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РАСХОДЫ:</w:t>
            </w:r>
          </w:p>
        </w:tc>
        <w:tc>
          <w:tcPr>
            <w:tcW w:w="142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76C0" w:rsidRPr="001051B2" w:rsidRDefault="00A176C0" w:rsidP="0036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1051B2">
        <w:rPr>
          <w:rFonts w:ascii="Times New Roman" w:hAnsi="Times New Roman" w:cs="Times New Roman"/>
          <w:b/>
          <w:bCs/>
          <w:sz w:val="24"/>
          <w:szCs w:val="24"/>
        </w:rPr>
        <w:t>мета доходов и расходов</w:t>
      </w:r>
    </w:p>
    <w:p w:rsidR="00A176C0" w:rsidRPr="001051B2" w:rsidRDefault="00A176C0" w:rsidP="0036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51B2">
        <w:rPr>
          <w:rFonts w:ascii="Times New Roman" w:hAnsi="Times New Roman" w:cs="Times New Roman"/>
          <w:b/>
          <w:bCs/>
          <w:sz w:val="24"/>
          <w:szCs w:val="24"/>
        </w:rPr>
        <w:t>на услуги по содержанию, текущему и капитальному ремонту</w:t>
      </w:r>
    </w:p>
    <w:p w:rsidR="00A176C0" w:rsidRPr="001051B2" w:rsidRDefault="00A176C0" w:rsidP="0036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51B2">
        <w:rPr>
          <w:rFonts w:ascii="Times New Roman" w:hAnsi="Times New Roman" w:cs="Times New Roman"/>
          <w:b/>
          <w:bCs/>
          <w:sz w:val="24"/>
          <w:szCs w:val="24"/>
        </w:rPr>
        <w:t>общедомового имущества на 2016год.</w:t>
      </w:r>
    </w:p>
    <w:p w:rsidR="00A176C0" w:rsidRDefault="00A176C0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A176C0" w:rsidRPr="00921E1C" w:rsidRDefault="00A176C0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Отчет об исполнении товариществом, кооперативом смет </w:t>
      </w:r>
    </w:p>
    <w:p w:rsidR="00A176C0" w:rsidRPr="001051B2" w:rsidRDefault="00A176C0" w:rsidP="001051B2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доходов и расходов за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</w:t>
      </w:r>
      <w:r w:rsidRPr="001051B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2016год</w:t>
      </w:r>
    </w:p>
    <w:p w:rsidR="00A176C0" w:rsidRPr="00393AA5" w:rsidRDefault="00A176C0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33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1"/>
        <w:gridCol w:w="6010"/>
        <w:gridCol w:w="1417"/>
        <w:gridCol w:w="2392"/>
      </w:tblGrid>
      <w:tr w:rsidR="00A176C0" w:rsidRPr="00393AA5">
        <w:trPr>
          <w:trHeight w:val="337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Параметры формы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пп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заполнения/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20.01.2017г.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начала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01.01.2016г.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конца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31.12.2016г.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Бух.баланс за 2016г.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доходах, полученных за оказание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6C0" w:rsidRPr="00EA1F1C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расходах, понесенных в связи с оказанием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EA1F1C" w:rsidRDefault="00A176C0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задолженность управляющей организации (индивидуального предпринимателя) перед ресурсоснабжающими организациями за коммунальные ресурсы,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rPr>
          <w:trHeight w:val="5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тепловая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энергия, в том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тепловая энергия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нужд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тепловая энергия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нужд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горячего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горячая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холодная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водоотведение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поставка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электрическая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прочие ресурсы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(услуги)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 доходов и 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сметы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сметы доходов и 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2016г.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76C0" w:rsidRDefault="00A176C0" w:rsidP="00CB56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E0C30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</w:t>
      </w:r>
    </w:p>
    <w:p w:rsidR="00A176C0" w:rsidRPr="001E0C30" w:rsidRDefault="00A176C0" w:rsidP="00CB56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</w:t>
      </w:r>
      <w:r w:rsidRPr="001E0C30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  <w:r w:rsidRPr="001E0C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1E0C30" w:rsidRDefault="00A176C0" w:rsidP="00CB563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C3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Председатель ТСЖ№15</w:t>
      </w:r>
    </w:p>
    <w:p w:rsidR="00A176C0" w:rsidRPr="001E0C30" w:rsidRDefault="00A176C0" w:rsidP="00CB5636">
      <w:pPr>
        <w:rPr>
          <w:rFonts w:ascii="Times New Roman" w:hAnsi="Times New Roman" w:cs="Times New Roman"/>
          <w:sz w:val="28"/>
          <w:szCs w:val="28"/>
        </w:rPr>
      </w:pPr>
      <w:r w:rsidRPr="001E0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__________Хрипченко Д.А.</w:t>
      </w:r>
    </w:p>
    <w:p w:rsidR="00A176C0" w:rsidRPr="001E0C30" w:rsidRDefault="00A176C0" w:rsidP="00CB5636">
      <w:pPr>
        <w:rPr>
          <w:rFonts w:ascii="Times New Roman" w:hAnsi="Times New Roman" w:cs="Times New Roman"/>
          <w:sz w:val="28"/>
          <w:szCs w:val="28"/>
        </w:rPr>
      </w:pPr>
      <w:r w:rsidRPr="001E0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25.01.2017</w:t>
      </w:r>
      <w:r w:rsidRPr="001E0C30">
        <w:rPr>
          <w:rFonts w:ascii="Times New Roman" w:hAnsi="Times New Roman" w:cs="Times New Roman"/>
          <w:sz w:val="28"/>
          <w:szCs w:val="28"/>
        </w:rPr>
        <w:t>г.</w:t>
      </w:r>
    </w:p>
    <w:p w:rsidR="00A176C0" w:rsidRPr="00FA47D3" w:rsidRDefault="00A176C0" w:rsidP="00CB5636">
      <w:pPr>
        <w:jc w:val="center"/>
        <w:rPr>
          <w:rFonts w:cs="Times New Roman"/>
          <w:b/>
          <w:bCs/>
          <w:sz w:val="24"/>
          <w:szCs w:val="24"/>
        </w:rPr>
      </w:pPr>
      <w:r w:rsidRPr="00FA47D3">
        <w:rPr>
          <w:rFonts w:ascii="Times New Roman" w:hAnsi="Times New Roman" w:cs="Times New Roman"/>
          <w:b/>
          <w:bCs/>
          <w:sz w:val="24"/>
          <w:szCs w:val="24"/>
        </w:rPr>
        <w:t>Годовой бухгалтерский отчёт 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финансовой деятельности ТСЖ №15</w:t>
      </w:r>
      <w:r w:rsidRPr="00FA47D3">
        <w:rPr>
          <w:rFonts w:ascii="Times New Roman" w:hAnsi="Times New Roman" w:cs="Times New Roman"/>
          <w:b/>
          <w:bCs/>
          <w:sz w:val="24"/>
          <w:szCs w:val="24"/>
        </w:rPr>
        <w:t xml:space="preserve"> за  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A47D3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460"/>
        <w:gridCol w:w="2268"/>
        <w:gridCol w:w="2126"/>
      </w:tblGrid>
      <w:tr w:rsidR="00A176C0" w:rsidRPr="00FA47D3">
        <w:trPr>
          <w:trHeight w:val="1177"/>
        </w:trPr>
        <w:tc>
          <w:tcPr>
            <w:tcW w:w="636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статей доходов и расходов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в</w:t>
            </w: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212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в</w:t>
            </w: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</w:tr>
      <w:tr w:rsidR="00A176C0" w:rsidRPr="00FA47D3">
        <w:trPr>
          <w:trHeight w:val="50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денежных средств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A176C0" w:rsidRPr="00C70907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709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76C0" w:rsidRPr="00FA47D3">
        <w:trPr>
          <w:trHeight w:val="152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</w:tcPr>
          <w:p w:rsidR="00A176C0" w:rsidRPr="00FA47D3" w:rsidRDefault="00A176C0" w:rsidP="0058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Поступило на р/счет от собственников квартир в виде платежей за коммунальные услуги,содержание и обслуживание дома, на текущий и капитальный ремонт общедомового имущества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268" w:type="dxa"/>
          </w:tcPr>
          <w:p w:rsidR="00A176C0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600584,19</w:t>
            </w:r>
          </w:p>
        </w:tc>
        <w:tc>
          <w:tcPr>
            <w:tcW w:w="2126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154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Перечислено с р/счета поставщикам за коммунальные услуги, содержание и обслуживание дома , текущий и капитальный ремонт общедомового имущества  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600584,19</w:t>
            </w:r>
          </w:p>
        </w:tc>
      </w:tr>
      <w:tr w:rsidR="00A176C0" w:rsidRPr="00FA47D3">
        <w:trPr>
          <w:trHeight w:val="316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Коммунальные услуги в том числе: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76C0" w:rsidRPr="00FA47D3">
        <w:trPr>
          <w:trHeight w:val="48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-отопление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36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-горячее водоснабжение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381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-холодное водоснабжение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116887,23</w:t>
            </w:r>
          </w:p>
        </w:tc>
        <w:tc>
          <w:tcPr>
            <w:tcW w:w="2126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116887,23</w:t>
            </w:r>
          </w:p>
        </w:tc>
      </w:tr>
      <w:tr w:rsidR="00A176C0" w:rsidRPr="00FA47D3">
        <w:trPr>
          <w:trHeight w:val="43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-канализация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199122,77</w:t>
            </w:r>
          </w:p>
        </w:tc>
        <w:tc>
          <w:tcPr>
            <w:tcW w:w="2126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199122,77</w:t>
            </w:r>
          </w:p>
        </w:tc>
      </w:tr>
      <w:tr w:rsidR="00A176C0" w:rsidRPr="00FA47D3">
        <w:trPr>
          <w:trHeight w:val="48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-вывоз мусора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  <w:tc>
          <w:tcPr>
            <w:tcW w:w="2126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49000,00</w:t>
            </w:r>
          </w:p>
        </w:tc>
      </w:tr>
      <w:tr w:rsidR="00A176C0" w:rsidRPr="00FA47D3">
        <w:trPr>
          <w:trHeight w:val="644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Общеэксплуатационные расходы и текущий ремонт  помещений общего пользования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73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ФОТ административного персонала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3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Налоги от ФОТ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95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02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2268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2126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A176C0" w:rsidRPr="00FA47D3">
        <w:trPr>
          <w:trHeight w:val="424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74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54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Взносы на кап.ремонт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04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55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35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85"/>
        </w:trPr>
        <w:tc>
          <w:tcPr>
            <w:tcW w:w="636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 (проезд)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35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57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</w:tcPr>
          <w:p w:rsidR="00A176C0" w:rsidRPr="00FA47D3" w:rsidRDefault="00A176C0" w:rsidP="00F86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денежных средств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A176C0" w:rsidRPr="00C70907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709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A176C0" w:rsidRPr="006F248C" w:rsidRDefault="00A176C0" w:rsidP="006F248C">
      <w:pPr>
        <w:rPr>
          <w:rFonts w:ascii="Times New Roman" w:hAnsi="Times New Roman" w:cs="Times New Roman"/>
          <w:sz w:val="32"/>
          <w:szCs w:val="32"/>
        </w:rPr>
      </w:pPr>
      <w:r w:rsidRPr="005F5C0B"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21.Аудиторские заключения по проведению проверок годовой бухгалтерской отчетности ТСЖ №15 за текущий год и 2 года, предшествующих текущему году нулевые.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22.годовой план мероприятий по содержанию и ремонту общедомового имущества на 2016год:</w:t>
      </w:r>
    </w:p>
    <w:p w:rsidR="00A176C0" w:rsidRPr="00C73A04" w:rsidRDefault="00A176C0" w:rsidP="00A204E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3A04">
        <w:rPr>
          <w:rFonts w:ascii="Times New Roman" w:hAnsi="Times New Roman" w:cs="Times New Roman"/>
          <w:b/>
          <w:bCs/>
          <w:sz w:val="28"/>
          <w:szCs w:val="28"/>
        </w:rPr>
        <w:t xml:space="preserve">       План работ по соде</w:t>
      </w:r>
      <w:r>
        <w:rPr>
          <w:rFonts w:ascii="Times New Roman" w:hAnsi="Times New Roman" w:cs="Times New Roman"/>
          <w:b/>
          <w:bCs/>
          <w:sz w:val="28"/>
          <w:szCs w:val="28"/>
        </w:rPr>
        <w:t>ржанию общего имущества ТСЖ  №15</w:t>
      </w:r>
      <w:r w:rsidRPr="00C73A04">
        <w:rPr>
          <w:rFonts w:ascii="Times New Roman" w:hAnsi="Times New Roman" w:cs="Times New Roman"/>
          <w:b/>
          <w:bCs/>
          <w:sz w:val="28"/>
          <w:szCs w:val="28"/>
        </w:rPr>
        <w:t xml:space="preserve">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73A04">
        <w:rPr>
          <w:rFonts w:ascii="Times New Roman" w:hAnsi="Times New Roman" w:cs="Times New Roman"/>
          <w:b/>
          <w:bCs/>
          <w:sz w:val="28"/>
          <w:szCs w:val="28"/>
        </w:rPr>
        <w:t xml:space="preserve">г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2301"/>
        <w:gridCol w:w="183"/>
        <w:gridCol w:w="2517"/>
      </w:tblGrid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301" w:type="dxa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2700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осуществления услуг</w:t>
            </w:r>
          </w:p>
        </w:tc>
      </w:tr>
      <w:tr w:rsidR="00A176C0"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и уборка земельного участка, входящего в состав общего имущества многоквартирного дома</w:t>
            </w:r>
          </w:p>
        </w:tc>
      </w:tr>
      <w:tr w:rsidR="00A176C0">
        <w:trPr>
          <w:trHeight w:val="698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Подметание земельного участка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424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Уборка мусора с газона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416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Очистка урн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67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Уборка снега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271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Механизированная уборка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21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Озеленение территории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осенне-весенний период</w:t>
            </w:r>
          </w:p>
        </w:tc>
      </w:tr>
      <w:tr w:rsidR="00A176C0">
        <w:trPr>
          <w:trHeight w:val="563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Полив газонов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470"/>
        </w:trPr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МКД к сезонной эксплуатации</w:t>
            </w:r>
          </w:p>
        </w:tc>
      </w:tr>
      <w:tr w:rsidR="00A176C0">
        <w:trPr>
          <w:trHeight w:val="265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Укрепление водосточных труб, колен, воронок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период подготовки к сезонной эксплуатации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01.04 по 31.10</w:t>
            </w:r>
          </w:p>
        </w:tc>
      </w:tr>
      <w:tr w:rsidR="00A176C0">
        <w:trPr>
          <w:trHeight w:val="283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Замена разбитых стекол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Зима-в течении 1 суток, лето-в течении 3 суток</w:t>
            </w:r>
          </w:p>
        </w:tc>
      </w:tr>
      <w:tr w:rsidR="00A176C0">
        <w:trPr>
          <w:trHeight w:val="400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и укрепление входных дверей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течении суток</w:t>
            </w:r>
          </w:p>
        </w:tc>
      </w:tr>
      <w:tr w:rsidR="00A176C0">
        <w:trPr>
          <w:trHeight w:val="27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Удаление с крыши снега и наледи, сосулек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Ноябрь-апрель</w:t>
            </w:r>
          </w:p>
        </w:tc>
      </w:tr>
      <w:tr w:rsidR="00A176C0">
        <w:trPr>
          <w:trHeight w:val="34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Ремонт, регулировка, промывка, испытание систем, ревизия и замена арматуры, ревизия и замена трубопроводной арматуры сист6ем водоснабжения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 в период подготовки к сезонной эксплуатации 2 раза в год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договору</w:t>
            </w:r>
          </w:p>
        </w:tc>
      </w:tr>
      <w:tr w:rsidR="00A176C0"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Санитарные работы по содержанию помещений общего пользования</w:t>
            </w:r>
          </w:p>
        </w:tc>
      </w:tr>
      <w:tr w:rsidR="00A176C0">
        <w:trPr>
          <w:trHeight w:val="293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Подметание полов во всех помещениях общего пользования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6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Мытье лестничных площадок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7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Протирка пыли с колпаков светильников, подоконников, дверей в помещениях общего пользования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425"/>
        </w:trPr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(работы) по управлению многоквартирным домом</w:t>
            </w:r>
          </w:p>
        </w:tc>
      </w:tr>
      <w:tr w:rsidR="00A176C0">
        <w:trPr>
          <w:trHeight w:val="378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Хранение и ведение технической документации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срока действия договора</w:t>
            </w:r>
          </w:p>
        </w:tc>
      </w:tr>
      <w:tr w:rsidR="00A176C0">
        <w:trPr>
          <w:trHeight w:val="231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Заключение договоров на выполнение работ по содержанию и ремонту многоквартирного дома с подрядными организациями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ind w:right="-15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возникновения необходимости в течение срока действия договора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642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Прием граждан по вопросам пользования жилыми помещениями и общим имуществом многоквартирного дома, по иным вопросам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Ежедневно в рабочее время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6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Выдача справок, связанных с пользованием гражданами жилыми помещениями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656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Произведение сверки расчетов по оплате за содержание и ремонт жилых помещений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отчетов об оказанных услугах, выполненных работах, их предоставлении собственникам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течении срока 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A176C0">
        <w:trPr>
          <w:trHeight w:val="552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перечней работ, услуг для их утверждения собственниками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течении срока 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Решение вопросов пользования общим имуществом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порядке, установленном Общим собранием собственников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76C0" w:rsidRDefault="00A176C0" w:rsidP="00A204E5">
      <w:pPr>
        <w:tabs>
          <w:tab w:val="left" w:pos="520"/>
        </w:tabs>
        <w:rPr>
          <w:rFonts w:cs="Times New Roman"/>
          <w:sz w:val="28"/>
          <w:szCs w:val="28"/>
        </w:rPr>
      </w:pPr>
    </w:p>
    <w:p w:rsidR="00A176C0" w:rsidRPr="007C1947" w:rsidRDefault="00A176C0" w:rsidP="001E0C30">
      <w:pPr>
        <w:tabs>
          <w:tab w:val="left" w:pos="520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Председатель                                 Хрипченко Д.А.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23.Капитальный ремонт крыши (реконструкция) на МКД была проведена фондом регионального оператора с 07.08.2016г. по 01.01.2017г.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24.Договора об оказании услуг по содержанию общего имущества  в МКД и предоставлению коммунальных услуг не заключаются. 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25.Снижение платы за нарушение качества ком.услуг за последний календарный год не выявлено.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Факты о ненадлежащем качестве выполненных работ не в соответствии с устанавливаемыми Правительством РФ правилами содержания общего имущества в МКД и правилами предоставления коммунальных услуг собственникам и пользователями помещений в МКД и жилых домах не выявлены.</w:t>
      </w:r>
      <w:bookmarkStart w:id="21" w:name="sub_1400"/>
      <w:bookmarkEnd w:id="20"/>
    </w:p>
    <w:tbl>
      <w:tblPr>
        <w:tblW w:w="12728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96"/>
        <w:gridCol w:w="1842"/>
        <w:gridCol w:w="2127"/>
        <w:gridCol w:w="2663"/>
      </w:tblGrid>
      <w:tr w:rsidR="00A176C0" w:rsidRPr="002319CA">
        <w:tc>
          <w:tcPr>
            <w:tcW w:w="12728" w:type="dxa"/>
            <w:gridSpan w:val="4"/>
            <w:tcBorders>
              <w:top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удовлетворенных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176C0" w:rsidRPr="00363194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IV. Иные сведения о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ТСЖ №15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за отчетный</w:t>
      </w: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период</w:t>
      </w:r>
      <w:bookmarkEnd w:id="21"/>
    </w:p>
    <w:p w:rsidR="00A176C0" w:rsidRPr="00363194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21"/>
      <w:r>
        <w:rPr>
          <w:rFonts w:ascii="Times New Roman" w:hAnsi="Times New Roman" w:cs="Times New Roman"/>
          <w:sz w:val="28"/>
          <w:szCs w:val="28"/>
        </w:rPr>
        <w:t>27</w:t>
      </w:r>
      <w:r w:rsidRPr="007C1947">
        <w:rPr>
          <w:rFonts w:ascii="Times New Roman" w:hAnsi="Times New Roman" w:cs="Times New Roman"/>
          <w:sz w:val="28"/>
          <w:szCs w:val="28"/>
        </w:rPr>
        <w:t>. Сведения о привлечении управляющей организации (должностных лиц) к административной ответственности за отчетный период:</w:t>
      </w:r>
      <w:bookmarkEnd w:id="22"/>
      <w:r>
        <w:rPr>
          <w:rFonts w:ascii="Times New Roman" w:hAnsi="Times New Roman" w:cs="Times New Roman"/>
          <w:sz w:val="28"/>
          <w:szCs w:val="28"/>
        </w:rPr>
        <w:t xml:space="preserve"> не привлекались.</w:t>
      </w:r>
    </w:p>
    <w:tbl>
      <w:tblPr>
        <w:tblW w:w="10065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969"/>
        <w:gridCol w:w="1560"/>
        <w:gridCol w:w="4536"/>
      </w:tblGrid>
      <w:tr w:rsidR="00A176C0" w:rsidRPr="00D23D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Параметры формы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параметра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Дата заполнения /внесения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31.12.2016г.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Дата привлечения к административной ответственности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Лицо, привлеченное к административной ответственности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Тип лица, привлеченного к административной ответственности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Ф.И.О. должностного лица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Должность лица, привлеченного к административной ответственности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Предмет административного нарушения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контрольного органа или судебного органа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Количество выявленных нарушений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Размер штрафа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Документ о применении мер административного воздействия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документа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Дата документа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Номер документа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Документ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Мероприятия, проведенные для устранения выявленных нарушений и результаты административного воздействия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2"/>
      <w:r>
        <w:rPr>
          <w:rFonts w:ascii="Times New Roman" w:hAnsi="Times New Roman" w:cs="Times New Roman"/>
          <w:sz w:val="28"/>
          <w:szCs w:val="28"/>
        </w:rPr>
        <w:t>28</w:t>
      </w:r>
      <w:r w:rsidRPr="007C1947">
        <w:rPr>
          <w:rFonts w:ascii="Times New Roman" w:hAnsi="Times New Roman" w:cs="Times New Roman"/>
          <w:sz w:val="28"/>
          <w:szCs w:val="28"/>
        </w:rPr>
        <w:t xml:space="preserve">. Сведения о заявлениях, обращениях и жалобах, поступивших от собственников помещений в многоквартирном доме за отчетный период, и принятых </w:t>
      </w:r>
      <w:r>
        <w:rPr>
          <w:rFonts w:ascii="Times New Roman" w:hAnsi="Times New Roman" w:cs="Times New Roman"/>
          <w:sz w:val="28"/>
          <w:szCs w:val="28"/>
        </w:rPr>
        <w:t xml:space="preserve">ТСЖ №15 </w:t>
      </w:r>
      <w:r w:rsidRPr="007C1947">
        <w:rPr>
          <w:rFonts w:ascii="Times New Roman" w:hAnsi="Times New Roman" w:cs="Times New Roman"/>
          <w:sz w:val="28"/>
          <w:szCs w:val="28"/>
        </w:rPr>
        <w:t xml:space="preserve"> мерах реагирования: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380"/>
        <w:gridCol w:w="2240"/>
        <w:gridCol w:w="2240"/>
        <w:gridCol w:w="2240"/>
      </w:tblGrid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3"/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D25F1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 xml:space="preserve">Вид 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Принятые меры реагирования</w:t>
            </w:r>
          </w:p>
        </w:tc>
      </w:tr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2638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2638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2638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3"/>
      <w:r>
        <w:rPr>
          <w:rFonts w:ascii="Times New Roman" w:hAnsi="Times New Roman" w:cs="Times New Roman"/>
          <w:sz w:val="28"/>
          <w:szCs w:val="28"/>
        </w:rPr>
        <w:t>29</w:t>
      </w:r>
      <w:r w:rsidRPr="007C1947">
        <w:rPr>
          <w:rFonts w:ascii="Times New Roman" w:hAnsi="Times New Roman" w:cs="Times New Roman"/>
          <w:sz w:val="28"/>
          <w:szCs w:val="28"/>
        </w:rPr>
        <w:t xml:space="preserve">. Сведения об исполнении </w:t>
      </w:r>
      <w:r>
        <w:rPr>
          <w:rFonts w:ascii="Times New Roman" w:hAnsi="Times New Roman" w:cs="Times New Roman"/>
          <w:sz w:val="28"/>
          <w:szCs w:val="28"/>
        </w:rPr>
        <w:t>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обязанности по раскрытию информации с указанием способа раскрытия информации, адреса сайта в сети Интернет или наименования печатного издания, перечня раскрытых сведений:</w:t>
      </w:r>
    </w:p>
    <w:bookmarkEnd w:id="24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Способ раскрытия информации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Адрес сайта в сети Интернет/название печатного издания, используемого для раскрытия информации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Перечень раскрытых сведений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Размещение на стендах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2D7FC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tsg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19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26389B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 ТСЖ №15 за  1,2,3,4, кварталы 2016г.</w:t>
            </w:r>
          </w:p>
        </w:tc>
      </w:tr>
    </w:tbl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30. Информация о средствах ТСЖ №15: размер обязательных платежей и взносов не установлен общим собранием членов товарищества, а так же резервный фонд ТСЖ не образован.</w:t>
      </w:r>
    </w:p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31. Сведения о капитальном ремонте общего имущества в МКД.</w:t>
      </w:r>
    </w:p>
    <w:tbl>
      <w:tblPr>
        <w:tblW w:w="10127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4"/>
        <w:gridCol w:w="2403"/>
        <w:gridCol w:w="1418"/>
        <w:gridCol w:w="3118"/>
        <w:gridCol w:w="2694"/>
      </w:tblGrid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пп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</w:p>
        </w:tc>
      </w:tr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5D1964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Владелец специального 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ТСЖ №15</w:t>
            </w:r>
          </w:p>
        </w:tc>
      </w:tr>
      <w:tr w:rsidR="00A176C0" w:rsidRPr="005D1964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 регионального оператора</w:t>
            </w:r>
          </w:p>
        </w:tc>
      </w:tr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76C0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76C0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76C0" w:rsidRPr="001E4331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5,45</w:t>
            </w:r>
          </w:p>
        </w:tc>
      </w:tr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5386"/>
        <w:gridCol w:w="1134"/>
        <w:gridCol w:w="2694"/>
      </w:tblGrid>
      <w:tr w:rsidR="00A176C0" w:rsidRPr="002319CA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32. </w:t>
            </w: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формация о </w:t>
            </w: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 претензионно-исковой работы в отношении потребителей-должников</w:t>
            </w:r>
          </w:p>
        </w:tc>
      </w:tr>
      <w:tr w:rsidR="00A176C0" w:rsidRPr="002319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Направлено претензий потребителям-должникам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Направлено исковых заявлений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</w:p>
    <w:p w:rsidR="00A176C0" w:rsidRPr="00244DC5" w:rsidRDefault="00A176C0" w:rsidP="007F0254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33.   ТСЖ №15  состоит из 140 членов товарищества, которые проживают в МКД по адресу: город Бузулук, ул.Шевченко, дом 81.</w:t>
      </w:r>
    </w:p>
    <w:sectPr w:rsidR="00A176C0" w:rsidRPr="00244DC5" w:rsidSect="00662631">
      <w:headerReference w:type="default" r:id="rId7"/>
      <w:pgSz w:w="11906" w:h="16838"/>
      <w:pgMar w:top="426" w:right="850" w:bottom="360" w:left="1080" w:header="5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6C0" w:rsidRDefault="00A176C0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176C0" w:rsidRDefault="00A176C0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6C0" w:rsidRDefault="00A176C0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176C0" w:rsidRDefault="00A176C0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6C0" w:rsidRDefault="00A176C0">
    <w:pPr>
      <w:pStyle w:val="Header"/>
      <w:rPr>
        <w:rFonts w:cs="Times New Roman"/>
      </w:rPr>
    </w:pPr>
  </w:p>
  <w:p w:rsidR="00A176C0" w:rsidRDefault="00A176C0" w:rsidP="0026389B">
    <w:pPr>
      <w:pStyle w:val="Header"/>
      <w:ind w:firstLine="708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3B88"/>
    <w:multiLevelType w:val="hybridMultilevel"/>
    <w:tmpl w:val="0E7E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0254"/>
    <w:rsid w:val="00000C83"/>
    <w:rsid w:val="000032F7"/>
    <w:rsid w:val="000315F5"/>
    <w:rsid w:val="00032976"/>
    <w:rsid w:val="00033EC0"/>
    <w:rsid w:val="000817E1"/>
    <w:rsid w:val="00093EDA"/>
    <w:rsid w:val="00096F88"/>
    <w:rsid w:val="000979DD"/>
    <w:rsid w:val="000B286F"/>
    <w:rsid w:val="000B7263"/>
    <w:rsid w:val="000D192E"/>
    <w:rsid w:val="000F20FE"/>
    <w:rsid w:val="0010100D"/>
    <w:rsid w:val="00101B66"/>
    <w:rsid w:val="001051B2"/>
    <w:rsid w:val="00113187"/>
    <w:rsid w:val="00121502"/>
    <w:rsid w:val="00131E2B"/>
    <w:rsid w:val="00132C4B"/>
    <w:rsid w:val="001407EC"/>
    <w:rsid w:val="00160676"/>
    <w:rsid w:val="00161751"/>
    <w:rsid w:val="00165469"/>
    <w:rsid w:val="0016667D"/>
    <w:rsid w:val="00171364"/>
    <w:rsid w:val="00183EA3"/>
    <w:rsid w:val="00195EFD"/>
    <w:rsid w:val="001965B6"/>
    <w:rsid w:val="001C0DA4"/>
    <w:rsid w:val="001C11CF"/>
    <w:rsid w:val="001C3707"/>
    <w:rsid w:val="001D287C"/>
    <w:rsid w:val="001E0C30"/>
    <w:rsid w:val="001E4331"/>
    <w:rsid w:val="001E4B24"/>
    <w:rsid w:val="001E5957"/>
    <w:rsid w:val="001E5A4E"/>
    <w:rsid w:val="00202DAD"/>
    <w:rsid w:val="002103DB"/>
    <w:rsid w:val="0021613D"/>
    <w:rsid w:val="00231329"/>
    <w:rsid w:val="002319CA"/>
    <w:rsid w:val="00240613"/>
    <w:rsid w:val="00241953"/>
    <w:rsid w:val="0024426A"/>
    <w:rsid w:val="00244DC5"/>
    <w:rsid w:val="002503AC"/>
    <w:rsid w:val="0026389B"/>
    <w:rsid w:val="0028738A"/>
    <w:rsid w:val="00293485"/>
    <w:rsid w:val="002C6631"/>
    <w:rsid w:val="002D1D1B"/>
    <w:rsid w:val="002D7FC0"/>
    <w:rsid w:val="002E66DA"/>
    <w:rsid w:val="002F05C5"/>
    <w:rsid w:val="002F6240"/>
    <w:rsid w:val="0030058E"/>
    <w:rsid w:val="003029EA"/>
    <w:rsid w:val="00313413"/>
    <w:rsid w:val="00321462"/>
    <w:rsid w:val="00321991"/>
    <w:rsid w:val="0032573A"/>
    <w:rsid w:val="003259F2"/>
    <w:rsid w:val="00341EA3"/>
    <w:rsid w:val="00361CCB"/>
    <w:rsid w:val="00363194"/>
    <w:rsid w:val="0036670B"/>
    <w:rsid w:val="0037055B"/>
    <w:rsid w:val="00385EF8"/>
    <w:rsid w:val="00386D53"/>
    <w:rsid w:val="00392237"/>
    <w:rsid w:val="00393AA5"/>
    <w:rsid w:val="003A44B4"/>
    <w:rsid w:val="003B3F7E"/>
    <w:rsid w:val="003C6C62"/>
    <w:rsid w:val="003D020C"/>
    <w:rsid w:val="003D25F1"/>
    <w:rsid w:val="003D4B94"/>
    <w:rsid w:val="003D70F4"/>
    <w:rsid w:val="003E1E73"/>
    <w:rsid w:val="003E2FE7"/>
    <w:rsid w:val="00420D11"/>
    <w:rsid w:val="00421B68"/>
    <w:rsid w:val="00421C6D"/>
    <w:rsid w:val="00427171"/>
    <w:rsid w:val="00444ADD"/>
    <w:rsid w:val="0044791E"/>
    <w:rsid w:val="004548EE"/>
    <w:rsid w:val="004575FC"/>
    <w:rsid w:val="00464D9F"/>
    <w:rsid w:val="0046566D"/>
    <w:rsid w:val="00476E0A"/>
    <w:rsid w:val="00485FE9"/>
    <w:rsid w:val="004920E2"/>
    <w:rsid w:val="004A673B"/>
    <w:rsid w:val="004B0096"/>
    <w:rsid w:val="004B326D"/>
    <w:rsid w:val="004C74E1"/>
    <w:rsid w:val="004D20FB"/>
    <w:rsid w:val="004D22FF"/>
    <w:rsid w:val="00502C34"/>
    <w:rsid w:val="005224EC"/>
    <w:rsid w:val="005408A5"/>
    <w:rsid w:val="00552F65"/>
    <w:rsid w:val="00562570"/>
    <w:rsid w:val="0056595D"/>
    <w:rsid w:val="00574B1A"/>
    <w:rsid w:val="00585878"/>
    <w:rsid w:val="005863E4"/>
    <w:rsid w:val="00594104"/>
    <w:rsid w:val="005A0A40"/>
    <w:rsid w:val="005A155A"/>
    <w:rsid w:val="005B0415"/>
    <w:rsid w:val="005B2A67"/>
    <w:rsid w:val="005B57D0"/>
    <w:rsid w:val="005C13CD"/>
    <w:rsid w:val="005D1964"/>
    <w:rsid w:val="005E7590"/>
    <w:rsid w:val="005F1D4C"/>
    <w:rsid w:val="005F5C0B"/>
    <w:rsid w:val="005F73A0"/>
    <w:rsid w:val="0060131B"/>
    <w:rsid w:val="0060298E"/>
    <w:rsid w:val="00604EB7"/>
    <w:rsid w:val="00624C9D"/>
    <w:rsid w:val="006349B2"/>
    <w:rsid w:val="00643F49"/>
    <w:rsid w:val="00653EA8"/>
    <w:rsid w:val="00654B83"/>
    <w:rsid w:val="00662631"/>
    <w:rsid w:val="00665704"/>
    <w:rsid w:val="006A3963"/>
    <w:rsid w:val="006C09F8"/>
    <w:rsid w:val="006E1D86"/>
    <w:rsid w:val="006F248C"/>
    <w:rsid w:val="006F537B"/>
    <w:rsid w:val="006F56C3"/>
    <w:rsid w:val="006F67B0"/>
    <w:rsid w:val="007069BA"/>
    <w:rsid w:val="0074661B"/>
    <w:rsid w:val="00747867"/>
    <w:rsid w:val="007650D5"/>
    <w:rsid w:val="007859DA"/>
    <w:rsid w:val="00787DF1"/>
    <w:rsid w:val="007B27C5"/>
    <w:rsid w:val="007C1947"/>
    <w:rsid w:val="007C3039"/>
    <w:rsid w:val="007C6C9D"/>
    <w:rsid w:val="007E106F"/>
    <w:rsid w:val="007E130A"/>
    <w:rsid w:val="007E211E"/>
    <w:rsid w:val="007F0254"/>
    <w:rsid w:val="00801524"/>
    <w:rsid w:val="00805A33"/>
    <w:rsid w:val="00810D04"/>
    <w:rsid w:val="00812578"/>
    <w:rsid w:val="0081308A"/>
    <w:rsid w:val="008224F3"/>
    <w:rsid w:val="00825B6D"/>
    <w:rsid w:val="00826924"/>
    <w:rsid w:val="0084526A"/>
    <w:rsid w:val="00853D41"/>
    <w:rsid w:val="00871C67"/>
    <w:rsid w:val="00876AE1"/>
    <w:rsid w:val="00891CAA"/>
    <w:rsid w:val="008A1D00"/>
    <w:rsid w:val="008B2512"/>
    <w:rsid w:val="008C1C8A"/>
    <w:rsid w:val="008C2688"/>
    <w:rsid w:val="008D1AD7"/>
    <w:rsid w:val="008D7DE2"/>
    <w:rsid w:val="008E5C35"/>
    <w:rsid w:val="00904746"/>
    <w:rsid w:val="009076CB"/>
    <w:rsid w:val="00917CCD"/>
    <w:rsid w:val="00921E1C"/>
    <w:rsid w:val="009421AF"/>
    <w:rsid w:val="00943F5A"/>
    <w:rsid w:val="009478AD"/>
    <w:rsid w:val="00947B28"/>
    <w:rsid w:val="009778DA"/>
    <w:rsid w:val="00990350"/>
    <w:rsid w:val="0099565B"/>
    <w:rsid w:val="00996B2B"/>
    <w:rsid w:val="00996C3A"/>
    <w:rsid w:val="009D3164"/>
    <w:rsid w:val="009E3613"/>
    <w:rsid w:val="009F6A5A"/>
    <w:rsid w:val="00A15021"/>
    <w:rsid w:val="00A176C0"/>
    <w:rsid w:val="00A204E5"/>
    <w:rsid w:val="00A23161"/>
    <w:rsid w:val="00A32DFA"/>
    <w:rsid w:val="00A558BA"/>
    <w:rsid w:val="00A604B6"/>
    <w:rsid w:val="00A77A0A"/>
    <w:rsid w:val="00A80624"/>
    <w:rsid w:val="00A80955"/>
    <w:rsid w:val="00A84AA4"/>
    <w:rsid w:val="00AA2C23"/>
    <w:rsid w:val="00AB3363"/>
    <w:rsid w:val="00AC6022"/>
    <w:rsid w:val="00AE2076"/>
    <w:rsid w:val="00AE62F9"/>
    <w:rsid w:val="00AF43EF"/>
    <w:rsid w:val="00B20CDB"/>
    <w:rsid w:val="00B318C1"/>
    <w:rsid w:val="00B37D41"/>
    <w:rsid w:val="00B5026F"/>
    <w:rsid w:val="00B767E4"/>
    <w:rsid w:val="00B80094"/>
    <w:rsid w:val="00B83BAC"/>
    <w:rsid w:val="00B83D6A"/>
    <w:rsid w:val="00B94665"/>
    <w:rsid w:val="00BA0186"/>
    <w:rsid w:val="00BA79B4"/>
    <w:rsid w:val="00BB3AB8"/>
    <w:rsid w:val="00BB7CB4"/>
    <w:rsid w:val="00BD0319"/>
    <w:rsid w:val="00BE6CF6"/>
    <w:rsid w:val="00BF14DD"/>
    <w:rsid w:val="00BF44A1"/>
    <w:rsid w:val="00C05A66"/>
    <w:rsid w:val="00C11CFE"/>
    <w:rsid w:val="00C145E6"/>
    <w:rsid w:val="00C15560"/>
    <w:rsid w:val="00C33132"/>
    <w:rsid w:val="00C35E07"/>
    <w:rsid w:val="00C40BDD"/>
    <w:rsid w:val="00C431A3"/>
    <w:rsid w:val="00C43434"/>
    <w:rsid w:val="00C62E24"/>
    <w:rsid w:val="00C70907"/>
    <w:rsid w:val="00C73A04"/>
    <w:rsid w:val="00C8392E"/>
    <w:rsid w:val="00C83A5E"/>
    <w:rsid w:val="00C874EB"/>
    <w:rsid w:val="00C9101B"/>
    <w:rsid w:val="00CB36B6"/>
    <w:rsid w:val="00CB5636"/>
    <w:rsid w:val="00CB587B"/>
    <w:rsid w:val="00CB7F59"/>
    <w:rsid w:val="00CD55D9"/>
    <w:rsid w:val="00CE771A"/>
    <w:rsid w:val="00CF7A84"/>
    <w:rsid w:val="00D048CC"/>
    <w:rsid w:val="00D14CB3"/>
    <w:rsid w:val="00D16373"/>
    <w:rsid w:val="00D23D06"/>
    <w:rsid w:val="00D41292"/>
    <w:rsid w:val="00D655A0"/>
    <w:rsid w:val="00D765C7"/>
    <w:rsid w:val="00D80D41"/>
    <w:rsid w:val="00D91C0C"/>
    <w:rsid w:val="00D95496"/>
    <w:rsid w:val="00DA5080"/>
    <w:rsid w:val="00DB4344"/>
    <w:rsid w:val="00DD2701"/>
    <w:rsid w:val="00DD2F8B"/>
    <w:rsid w:val="00DD350A"/>
    <w:rsid w:val="00DD4782"/>
    <w:rsid w:val="00DE033E"/>
    <w:rsid w:val="00DE22F9"/>
    <w:rsid w:val="00DE376F"/>
    <w:rsid w:val="00DE462F"/>
    <w:rsid w:val="00DE74D2"/>
    <w:rsid w:val="00DF566F"/>
    <w:rsid w:val="00E02464"/>
    <w:rsid w:val="00E0492B"/>
    <w:rsid w:val="00E111AC"/>
    <w:rsid w:val="00E22872"/>
    <w:rsid w:val="00E33AA1"/>
    <w:rsid w:val="00E35951"/>
    <w:rsid w:val="00E4112F"/>
    <w:rsid w:val="00E43A03"/>
    <w:rsid w:val="00E65AD2"/>
    <w:rsid w:val="00E673DC"/>
    <w:rsid w:val="00E740E0"/>
    <w:rsid w:val="00E80623"/>
    <w:rsid w:val="00E85705"/>
    <w:rsid w:val="00E864D7"/>
    <w:rsid w:val="00E927DB"/>
    <w:rsid w:val="00EA1F1C"/>
    <w:rsid w:val="00EB5737"/>
    <w:rsid w:val="00EB7004"/>
    <w:rsid w:val="00ED3261"/>
    <w:rsid w:val="00ED6F2B"/>
    <w:rsid w:val="00EF2CBC"/>
    <w:rsid w:val="00EF66B8"/>
    <w:rsid w:val="00F06CBB"/>
    <w:rsid w:val="00F17B2D"/>
    <w:rsid w:val="00F34BD7"/>
    <w:rsid w:val="00F41C3F"/>
    <w:rsid w:val="00F44588"/>
    <w:rsid w:val="00F66FC3"/>
    <w:rsid w:val="00F75C8A"/>
    <w:rsid w:val="00F86A74"/>
    <w:rsid w:val="00FA3194"/>
    <w:rsid w:val="00FA47D3"/>
    <w:rsid w:val="00FB2C95"/>
    <w:rsid w:val="00FC2941"/>
    <w:rsid w:val="00FD6903"/>
    <w:rsid w:val="00FF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1B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F02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F0254"/>
  </w:style>
  <w:style w:type="character" w:styleId="Strong">
    <w:name w:val="Strong"/>
    <w:basedOn w:val="DefaultParagraphFont"/>
    <w:uiPriority w:val="99"/>
    <w:qFormat/>
    <w:rsid w:val="00244D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44DC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4D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7DF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7DF1"/>
    <w:rPr>
      <w:rFonts w:ascii="Calibri" w:hAnsi="Calibri" w:cs="Calibri"/>
    </w:rPr>
  </w:style>
  <w:style w:type="paragraph" w:customStyle="1" w:styleId="ConsPlusCell">
    <w:name w:val="ConsPlusCell"/>
    <w:uiPriority w:val="99"/>
    <w:rsid w:val="003D25F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6175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D326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61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16</Pages>
  <Words>3062</Words>
  <Characters>17456</Characters>
  <Application>Microsoft Office Outlook</Application>
  <DocSecurity>0</DocSecurity>
  <Lines>0</Lines>
  <Paragraphs>0</Paragraphs>
  <ScaleCrop>false</ScaleCrop>
  <Company>THK-BP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6</cp:revision>
  <cp:lastPrinted>2017-06-15T10:55:00Z</cp:lastPrinted>
  <dcterms:created xsi:type="dcterms:W3CDTF">2017-06-13T15:37:00Z</dcterms:created>
  <dcterms:modified xsi:type="dcterms:W3CDTF">2017-06-15T10:57:00Z</dcterms:modified>
</cp:coreProperties>
</file>